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CB5" w:rsidRPr="00E71DC5" w:rsidRDefault="001E5CB5">
      <w:pPr>
        <w:jc w:val="center"/>
        <w:rPr>
          <w:rFonts w:ascii="Arial" w:hAnsi="Arial"/>
          <w:b/>
          <w:sz w:val="32"/>
          <w:szCs w:val="32"/>
        </w:rPr>
      </w:pPr>
      <w:r w:rsidRPr="00E71DC5">
        <w:rPr>
          <w:rFonts w:ascii="Arial" w:hAnsi="Arial"/>
          <w:b/>
          <w:sz w:val="32"/>
          <w:szCs w:val="32"/>
        </w:rPr>
        <w:t>KRYCÍ LIST NABÍDKY</w:t>
      </w:r>
    </w:p>
    <w:p w:rsidR="001E5CB5" w:rsidRDefault="001E5CB5">
      <w:pPr>
        <w:jc w:val="center"/>
        <w:rPr>
          <w:rFonts w:ascii="Arial" w:hAnsi="Arial"/>
          <w:sz w:val="28"/>
        </w:rPr>
      </w:pPr>
      <w:r>
        <w:rPr>
          <w:rFonts w:ascii="Arial" w:hAnsi="Arial"/>
          <w:sz w:val="28"/>
        </w:rPr>
        <w:t>pro veřejnou zakázku</w:t>
      </w:r>
    </w:p>
    <w:p w:rsidR="00CA4B14" w:rsidRPr="00BE2045" w:rsidRDefault="000C6E73" w:rsidP="00D521E6">
      <w:pPr>
        <w:tabs>
          <w:tab w:val="left" w:pos="284"/>
        </w:tabs>
        <w:jc w:val="center"/>
        <w:rPr>
          <w:rFonts w:ascii="Arial" w:hAnsi="Arial" w:cs="Arial"/>
          <w:b/>
          <w:sz w:val="44"/>
          <w:szCs w:val="32"/>
        </w:rPr>
      </w:pPr>
      <w:r w:rsidRPr="000C6E73">
        <w:rPr>
          <w:rFonts w:ascii="Arial" w:hAnsi="Arial" w:cs="Arial"/>
          <w:b/>
          <w:sz w:val="28"/>
        </w:rPr>
        <w:t>Výměna výtahu včetně souvisejících stavebních úprav výtahové šachty - Centrální školní jídelna ul. Sirotčí</w:t>
      </w:r>
      <w:bookmarkStart w:id="0" w:name="_GoBack"/>
      <w:bookmarkEnd w:id="0"/>
    </w:p>
    <w:p w:rsidR="009047BA" w:rsidRPr="009047BA" w:rsidRDefault="009047BA" w:rsidP="009047BA">
      <w:pPr>
        <w:rPr>
          <w:rFonts w:ascii="Arial Black" w:hAnsi="Arial Blac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051"/>
        <w:gridCol w:w="1209"/>
        <w:gridCol w:w="4394"/>
      </w:tblGrid>
      <w:tr w:rsidR="001E5CB5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3F3BC9">
            <w:pPr>
              <w:jc w:val="center"/>
              <w:rPr>
                <w:rFonts w:ascii="Arial" w:hAnsi="Arial"/>
                <w:b/>
                <w:sz w:val="22"/>
              </w:rPr>
            </w:pPr>
            <w:r w:rsidRPr="00012DF5">
              <w:rPr>
                <w:rFonts w:ascii="Arial" w:hAnsi="Arial"/>
                <w:b/>
                <w:sz w:val="22"/>
              </w:rPr>
              <w:t>ÚČASTNÍK</w:t>
            </w:r>
            <w:r w:rsidR="008F7B5F" w:rsidRPr="00012DF5">
              <w:rPr>
                <w:rFonts w:ascii="Arial" w:hAnsi="Arial"/>
                <w:b/>
                <w:sz w:val="22"/>
              </w:rPr>
              <w:t xml:space="preserve"> ZADÁVACÍHO ŘÍZENÍ</w:t>
            </w:r>
          </w:p>
          <w:p w:rsidR="001E5CB5" w:rsidRPr="00012DF5" w:rsidRDefault="001E5CB5" w:rsidP="008F7B5F">
            <w:pPr>
              <w:jc w:val="center"/>
              <w:rPr>
                <w:rFonts w:ascii="Arial" w:hAnsi="Arial"/>
                <w:sz w:val="22"/>
              </w:rPr>
            </w:pPr>
            <w:r w:rsidRPr="00012DF5">
              <w:rPr>
                <w:rFonts w:ascii="Arial" w:hAnsi="Arial"/>
                <w:sz w:val="22"/>
              </w:rPr>
              <w:t>(obchodní firma)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</w:rPr>
            </w:pPr>
          </w:p>
        </w:tc>
      </w:tr>
      <w:tr w:rsidR="001E5CB5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jc w:val="center"/>
              <w:rPr>
                <w:rFonts w:ascii="Arial" w:hAnsi="Arial"/>
                <w:b/>
                <w:sz w:val="22"/>
              </w:rPr>
            </w:pPr>
            <w:r w:rsidRPr="00012DF5">
              <w:rPr>
                <w:rFonts w:ascii="Arial" w:hAnsi="Arial"/>
                <w:b/>
                <w:sz w:val="22"/>
              </w:rPr>
              <w:t>Sídlo</w:t>
            </w:r>
          </w:p>
          <w:p w:rsidR="001E5CB5" w:rsidRPr="00012DF5" w:rsidRDefault="001E5CB5">
            <w:pPr>
              <w:rPr>
                <w:rFonts w:ascii="Arial" w:hAnsi="Arial"/>
                <w:sz w:val="22"/>
              </w:rPr>
            </w:pPr>
            <w:r w:rsidRPr="00012DF5">
              <w:rPr>
                <w:rFonts w:ascii="Arial" w:hAnsi="Arial"/>
                <w:sz w:val="22"/>
              </w:rPr>
              <w:t>(celá adresa včetně PSČ)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</w:rPr>
            </w:pPr>
          </w:p>
        </w:tc>
      </w:tr>
      <w:tr w:rsidR="001E5CB5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 w:rsidP="008F7B5F">
            <w:pPr>
              <w:jc w:val="center"/>
              <w:rPr>
                <w:rFonts w:ascii="Arial" w:hAnsi="Arial"/>
                <w:b/>
                <w:sz w:val="22"/>
              </w:rPr>
            </w:pPr>
            <w:r w:rsidRPr="00012DF5">
              <w:rPr>
                <w:rFonts w:ascii="Arial" w:hAnsi="Arial"/>
                <w:b/>
                <w:sz w:val="22"/>
              </w:rPr>
              <w:t>Právní forma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</w:rPr>
            </w:pPr>
          </w:p>
        </w:tc>
      </w:tr>
      <w:tr w:rsidR="001E5CB5" w:rsidTr="00012DF5">
        <w:trPr>
          <w:cantSplit/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8F7B5F" w:rsidP="008F7B5F">
            <w:pPr>
              <w:jc w:val="center"/>
              <w:rPr>
                <w:rFonts w:ascii="Arial" w:hAnsi="Arial"/>
                <w:b/>
                <w:sz w:val="22"/>
              </w:rPr>
            </w:pPr>
            <w:r w:rsidRPr="00012DF5">
              <w:rPr>
                <w:rFonts w:ascii="Arial" w:hAnsi="Arial"/>
                <w:b/>
                <w:sz w:val="22"/>
              </w:rPr>
              <w:t>IČ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</w:rPr>
            </w:pPr>
          </w:p>
        </w:tc>
      </w:tr>
      <w:tr w:rsidR="001E5CB5" w:rsidTr="00012DF5">
        <w:trPr>
          <w:cantSplit/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8F7B5F">
            <w:pPr>
              <w:jc w:val="center"/>
              <w:rPr>
                <w:rFonts w:ascii="Arial" w:hAnsi="Arial"/>
                <w:b/>
                <w:sz w:val="22"/>
              </w:rPr>
            </w:pPr>
            <w:r w:rsidRPr="00012DF5">
              <w:rPr>
                <w:rFonts w:ascii="Arial" w:hAnsi="Arial"/>
                <w:b/>
                <w:sz w:val="22"/>
              </w:rPr>
              <w:t>DIČ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</w:rPr>
            </w:pPr>
          </w:p>
        </w:tc>
      </w:tr>
      <w:tr w:rsidR="001E5CB5" w:rsidTr="00012DF5">
        <w:trPr>
          <w:trHeight w:val="403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 w:rsidP="008F7B5F">
            <w:pPr>
              <w:jc w:val="center"/>
              <w:rPr>
                <w:rFonts w:ascii="Arial" w:hAnsi="Arial"/>
                <w:b/>
                <w:sz w:val="22"/>
              </w:rPr>
            </w:pPr>
            <w:r w:rsidRPr="00012DF5">
              <w:rPr>
                <w:rFonts w:ascii="Arial" w:hAnsi="Arial"/>
                <w:b/>
                <w:sz w:val="22"/>
              </w:rPr>
              <w:t>Kontaktní osoba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 w:rsidP="008F7B5F">
            <w:pPr>
              <w:rPr>
                <w:rFonts w:ascii="Arial" w:hAnsi="Arial"/>
                <w:sz w:val="22"/>
              </w:rPr>
            </w:pPr>
          </w:p>
        </w:tc>
      </w:tr>
      <w:tr w:rsidR="008F7B5F" w:rsidTr="00012DF5">
        <w:trPr>
          <w:trHeight w:val="423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012DF5" w:rsidRDefault="008F7B5F" w:rsidP="008F7B5F">
            <w:pPr>
              <w:jc w:val="center"/>
              <w:rPr>
                <w:rFonts w:ascii="Arial" w:hAnsi="Arial"/>
                <w:b/>
                <w:sz w:val="22"/>
              </w:rPr>
            </w:pPr>
            <w:r w:rsidRPr="00012DF5">
              <w:rPr>
                <w:rFonts w:ascii="Arial" w:hAnsi="Arial"/>
                <w:b/>
                <w:sz w:val="22"/>
              </w:rPr>
              <w:t>Datová schránka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012DF5" w:rsidRDefault="008F7B5F" w:rsidP="008F7B5F">
            <w:pPr>
              <w:rPr>
                <w:rFonts w:ascii="Arial" w:hAnsi="Arial"/>
                <w:sz w:val="22"/>
              </w:rPr>
            </w:pPr>
          </w:p>
        </w:tc>
      </w:tr>
      <w:tr w:rsidR="001E5CB5" w:rsidTr="00012DF5">
        <w:trPr>
          <w:trHeight w:val="414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12DF5">
              <w:rPr>
                <w:rFonts w:ascii="Arial" w:hAnsi="Arial"/>
                <w:b/>
                <w:sz w:val="22"/>
              </w:rPr>
              <w:t>Tel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12DF5">
              <w:rPr>
                <w:rFonts w:ascii="Arial" w:hAnsi="Arial"/>
                <w:b/>
                <w:sz w:val="22"/>
              </w:rPr>
              <w:t>E</w:t>
            </w:r>
            <w:r w:rsidR="008F7B5F" w:rsidRPr="00012DF5">
              <w:rPr>
                <w:rFonts w:ascii="Arial" w:hAnsi="Arial"/>
                <w:b/>
                <w:sz w:val="22"/>
              </w:rPr>
              <w:t>-</w:t>
            </w:r>
            <w:r w:rsidRPr="00012DF5">
              <w:rPr>
                <w:rFonts w:ascii="Arial" w:hAnsi="Arial"/>
                <w:b/>
                <w:sz w:val="22"/>
              </w:rPr>
              <w:t>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</w:rPr>
            </w:pPr>
          </w:p>
        </w:tc>
      </w:tr>
    </w:tbl>
    <w:p w:rsidR="001E5CB5" w:rsidRPr="00A207AD" w:rsidRDefault="001E5CB5">
      <w:pPr>
        <w:jc w:val="center"/>
        <w:rPr>
          <w:rFonts w:ascii="Arial" w:hAnsi="Arial"/>
          <w:b/>
          <w:sz w:val="24"/>
          <w:u w:val="single"/>
        </w:rPr>
      </w:pPr>
    </w:p>
    <w:p w:rsidR="001E5CB5" w:rsidRPr="00A207AD" w:rsidRDefault="001E5CB5">
      <w:pPr>
        <w:rPr>
          <w:rFonts w:ascii="Arial" w:hAnsi="Arial" w:cs="Arial"/>
          <w:b/>
        </w:rPr>
      </w:pPr>
      <w:r w:rsidRPr="00A207AD">
        <w:rPr>
          <w:rFonts w:ascii="Arial" w:hAnsi="Arial" w:cs="Arial"/>
          <w:b/>
        </w:rPr>
        <w:t xml:space="preserve">KOMUNIKAČNÍ ADRESA PRO VZÁJEMNÝ STYK MEZI ZADAVATELEM A </w:t>
      </w:r>
      <w:r w:rsidR="003F3BC9">
        <w:rPr>
          <w:rFonts w:ascii="Arial" w:hAnsi="Arial" w:cs="Arial"/>
          <w:b/>
        </w:rPr>
        <w:t>ÚČASTNÍKEM</w:t>
      </w:r>
      <w:r w:rsidRPr="00A207AD">
        <w:rPr>
          <w:rFonts w:ascii="Arial" w:hAnsi="Arial" w:cs="Arial"/>
          <w:b/>
        </w:rPr>
        <w:t xml:space="preserve"> </w:t>
      </w:r>
    </w:p>
    <w:p w:rsidR="001E5CB5" w:rsidRPr="00A207AD" w:rsidRDefault="001E5CB5">
      <w:pPr>
        <w:rPr>
          <w:rFonts w:ascii="Arial" w:hAnsi="Arial" w:cs="Arial"/>
          <w:b/>
        </w:rPr>
      </w:pPr>
      <w:r w:rsidRPr="00A207AD">
        <w:rPr>
          <w:rFonts w:ascii="Arial" w:hAnsi="Arial" w:cs="Arial"/>
          <w:b/>
        </w:rPr>
        <w:t xml:space="preserve">(pouze pro případ, že komunikační adresa se liší od adresy sídla </w:t>
      </w:r>
      <w:r w:rsidR="003F3BC9">
        <w:rPr>
          <w:rFonts w:ascii="Arial" w:hAnsi="Arial" w:cs="Arial"/>
          <w:b/>
        </w:rPr>
        <w:t>účastníka</w:t>
      </w:r>
      <w:r w:rsidRPr="00A207AD">
        <w:rPr>
          <w:rFonts w:ascii="Arial" w:hAnsi="Arial" w:cs="Arial"/>
          <w:b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5603"/>
      </w:tblGrid>
      <w:tr w:rsidR="001E5CB5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1E5CB5">
            <w:pPr>
              <w:rPr>
                <w:rFonts w:ascii="Arial" w:hAnsi="Arial" w:cs="Arial"/>
                <w:bCs/>
                <w:sz w:val="22"/>
              </w:rPr>
            </w:pPr>
            <w:r w:rsidRPr="00A207AD">
              <w:rPr>
                <w:rFonts w:ascii="Arial" w:hAnsi="Arial" w:cs="Arial"/>
                <w:bCs/>
                <w:sz w:val="22"/>
              </w:rPr>
              <w:t>Obchodní firma nebo jméno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9047BA" w:rsidRDefault="001E5CB5">
            <w:pPr>
              <w:rPr>
                <w:rFonts w:ascii="Arial" w:hAnsi="Arial" w:cs="Arial"/>
                <w:bCs/>
                <w:sz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1E5CB5">
            <w:pPr>
              <w:jc w:val="center"/>
              <w:rPr>
                <w:rFonts w:ascii="Arial" w:hAnsi="Arial" w:cs="Arial"/>
                <w:bCs/>
                <w:sz w:val="22"/>
              </w:rPr>
            </w:pPr>
          </w:p>
          <w:p w:rsidR="001E5CB5" w:rsidRPr="00A207AD" w:rsidRDefault="001E5CB5">
            <w:pPr>
              <w:rPr>
                <w:rFonts w:ascii="Arial" w:hAnsi="Arial" w:cs="Arial"/>
                <w:bCs/>
                <w:sz w:val="22"/>
              </w:rPr>
            </w:pPr>
            <w:r w:rsidRPr="00A207AD">
              <w:rPr>
                <w:rFonts w:ascii="Arial" w:hAnsi="Arial" w:cs="Arial"/>
                <w:bCs/>
                <w:sz w:val="22"/>
              </w:rPr>
              <w:t>Poštovní adresa včetně PSČ</w:t>
            </w:r>
          </w:p>
          <w:p w:rsidR="001E5CB5" w:rsidRPr="00A207AD" w:rsidRDefault="001E5CB5">
            <w:pPr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9047BA" w:rsidRDefault="001E5CB5">
            <w:pPr>
              <w:rPr>
                <w:rFonts w:ascii="Arial" w:hAnsi="Arial" w:cs="Arial"/>
                <w:bCs/>
                <w:sz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8F7B5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E-mail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9047BA" w:rsidRDefault="001E5CB5">
            <w:pPr>
              <w:rPr>
                <w:rFonts w:ascii="Arial" w:hAnsi="Arial" w:cs="Arial"/>
                <w:sz w:val="22"/>
              </w:rPr>
            </w:pPr>
          </w:p>
        </w:tc>
      </w:tr>
      <w:tr w:rsidR="008F7B5F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A207AD" w:rsidRDefault="008F7B5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Datová schránka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5F" w:rsidRPr="00A207AD" w:rsidRDefault="008F7B5F" w:rsidP="003F3BC9">
            <w:pPr>
              <w:rPr>
                <w:rFonts w:ascii="Arial" w:hAnsi="Arial" w:cs="Arial"/>
                <w:sz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1E5CB5">
            <w:pPr>
              <w:rPr>
                <w:rFonts w:ascii="Arial" w:hAnsi="Arial" w:cs="Arial"/>
                <w:sz w:val="22"/>
              </w:rPr>
            </w:pPr>
            <w:r w:rsidRPr="00A207AD">
              <w:rPr>
                <w:rFonts w:ascii="Arial" w:hAnsi="Arial" w:cs="Arial"/>
                <w:sz w:val="22"/>
              </w:rPr>
              <w:t>Upozornění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A207AD" w:rsidRDefault="001E5CB5" w:rsidP="003F3BC9">
            <w:pPr>
              <w:rPr>
                <w:rFonts w:ascii="Arial" w:hAnsi="Arial" w:cs="Arial"/>
                <w:sz w:val="22"/>
              </w:rPr>
            </w:pPr>
            <w:r w:rsidRPr="00A207AD">
              <w:rPr>
                <w:rFonts w:ascii="Arial" w:hAnsi="Arial" w:cs="Arial"/>
                <w:sz w:val="22"/>
              </w:rPr>
              <w:t xml:space="preserve">Doručení písemnosti na uvedenou adresu se považuje za doručení </w:t>
            </w:r>
            <w:r w:rsidR="003F3BC9">
              <w:rPr>
                <w:rFonts w:ascii="Arial" w:hAnsi="Arial" w:cs="Arial"/>
                <w:sz w:val="22"/>
              </w:rPr>
              <w:t>účastníkovi</w:t>
            </w:r>
            <w:r w:rsidRPr="00A207AD">
              <w:rPr>
                <w:rFonts w:ascii="Arial" w:hAnsi="Arial" w:cs="Arial"/>
                <w:sz w:val="22"/>
              </w:rPr>
              <w:t xml:space="preserve">, který podal nabídku. </w:t>
            </w:r>
          </w:p>
        </w:tc>
      </w:tr>
    </w:tbl>
    <w:p w:rsidR="001E5CB5" w:rsidRDefault="001E5CB5">
      <w:pPr>
        <w:jc w:val="center"/>
        <w:rPr>
          <w:rFonts w:ascii="Arial" w:hAnsi="Arial"/>
          <w:sz w:val="24"/>
          <w:u w:val="single"/>
        </w:rPr>
      </w:pPr>
    </w:p>
    <w:p w:rsidR="008F7B5F" w:rsidRPr="00A207AD" w:rsidRDefault="008F7B5F">
      <w:pPr>
        <w:jc w:val="center"/>
        <w:rPr>
          <w:rFonts w:ascii="Arial" w:hAnsi="Arial"/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5671"/>
      </w:tblGrid>
      <w:tr w:rsidR="00A73687" w:rsidRPr="00CA4B14" w:rsidTr="00012DF5">
        <w:trPr>
          <w:cantSplit/>
          <w:trHeight w:val="1245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87" w:rsidRPr="00083DC8" w:rsidRDefault="00A73687" w:rsidP="00294212">
            <w:pPr>
              <w:rPr>
                <w:rFonts w:ascii="Arial" w:hAnsi="Arial" w:cs="Arial"/>
                <w:b/>
                <w:caps/>
                <w:sz w:val="24"/>
              </w:rPr>
            </w:pPr>
            <w:r w:rsidRPr="00083DC8">
              <w:rPr>
                <w:rFonts w:ascii="Arial" w:hAnsi="Arial" w:cs="Arial"/>
                <w:b/>
                <w:caps/>
                <w:sz w:val="24"/>
              </w:rPr>
              <w:t>Nabídková cena celkem v </w:t>
            </w:r>
            <w:r w:rsidRPr="009B5EA3">
              <w:rPr>
                <w:rFonts w:ascii="Arial" w:hAnsi="Arial" w:cs="Arial"/>
                <w:b/>
                <w:caps/>
                <w:sz w:val="24"/>
              </w:rPr>
              <w:t>Kč vč.</w:t>
            </w:r>
            <w:r w:rsidRPr="00083DC8">
              <w:rPr>
                <w:rFonts w:ascii="Arial" w:hAnsi="Arial" w:cs="Arial"/>
                <w:b/>
                <w:caps/>
                <w:sz w:val="24"/>
              </w:rPr>
              <w:t xml:space="preserve"> DPH </w:t>
            </w:r>
          </w:p>
          <w:p w:rsidR="00A73687" w:rsidRPr="00083DC8" w:rsidRDefault="00A73687" w:rsidP="00294212">
            <w:pPr>
              <w:rPr>
                <w:rFonts w:ascii="Arial" w:hAnsi="Arial" w:cs="Arial"/>
                <w:b/>
                <w:caps/>
                <w:sz w:val="24"/>
              </w:rPr>
            </w:pPr>
            <w:r w:rsidRPr="00012DF5">
              <w:rPr>
                <w:rFonts w:ascii="Arial" w:hAnsi="Arial" w:cs="Arial"/>
                <w:sz w:val="22"/>
              </w:rPr>
              <w:t>(dle předložených obchodních podmínek)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87" w:rsidRPr="00CA4B14" w:rsidRDefault="00A73687" w:rsidP="00294212">
            <w:pPr>
              <w:rPr>
                <w:rFonts w:ascii="Arial" w:hAnsi="Arial" w:cs="Arial"/>
                <w:sz w:val="24"/>
              </w:rPr>
            </w:pPr>
          </w:p>
        </w:tc>
      </w:tr>
    </w:tbl>
    <w:p w:rsidR="002A1612" w:rsidRDefault="002A1612">
      <w:pPr>
        <w:rPr>
          <w:rFonts w:ascii="Arial" w:hAnsi="Arial"/>
          <w:sz w:val="24"/>
        </w:rPr>
      </w:pPr>
    </w:p>
    <w:p w:rsidR="001E5CB5" w:rsidRPr="00012DF5" w:rsidRDefault="0070490F">
      <w:pPr>
        <w:rPr>
          <w:rFonts w:ascii="Arial" w:hAnsi="Arial"/>
          <w:sz w:val="22"/>
        </w:rPr>
      </w:pPr>
      <w:r w:rsidRPr="00012DF5">
        <w:rPr>
          <w:rFonts w:ascii="Arial" w:hAnsi="Arial"/>
          <w:sz w:val="22"/>
        </w:rPr>
        <w:t>V…………………….</w:t>
      </w:r>
      <w:r w:rsidR="001E5CB5" w:rsidRPr="00012DF5">
        <w:rPr>
          <w:rFonts w:ascii="Arial" w:hAnsi="Arial"/>
          <w:sz w:val="22"/>
        </w:rPr>
        <w:t xml:space="preserve"> </w:t>
      </w:r>
      <w:proofErr w:type="gramStart"/>
      <w:r w:rsidR="001E5CB5" w:rsidRPr="00012DF5">
        <w:rPr>
          <w:rFonts w:ascii="Arial" w:hAnsi="Arial"/>
          <w:sz w:val="22"/>
        </w:rPr>
        <w:t>dne</w:t>
      </w:r>
      <w:proofErr w:type="gramEnd"/>
      <w:r w:rsidR="001E5CB5" w:rsidRPr="00012DF5">
        <w:rPr>
          <w:rFonts w:ascii="Arial" w:hAnsi="Arial"/>
          <w:sz w:val="22"/>
        </w:rPr>
        <w:t xml:space="preserve"> ……………………..</w:t>
      </w:r>
    </w:p>
    <w:p w:rsidR="001E5CB5" w:rsidRPr="00012DF5" w:rsidRDefault="001E5CB5">
      <w:pPr>
        <w:rPr>
          <w:rFonts w:ascii="Arial" w:hAnsi="Arial"/>
          <w:sz w:val="22"/>
        </w:rPr>
      </w:pPr>
    </w:p>
    <w:p w:rsidR="00E50C5E" w:rsidRPr="00012DF5" w:rsidRDefault="00E50C5E">
      <w:pPr>
        <w:rPr>
          <w:rFonts w:ascii="Arial" w:hAnsi="Arial"/>
          <w:sz w:val="22"/>
        </w:rPr>
      </w:pPr>
    </w:p>
    <w:p w:rsidR="001E5CB5" w:rsidRPr="00012DF5" w:rsidRDefault="001E5CB5">
      <w:pPr>
        <w:rPr>
          <w:rFonts w:ascii="Arial" w:hAnsi="Arial"/>
          <w:sz w:val="22"/>
        </w:rPr>
      </w:pPr>
    </w:p>
    <w:p w:rsidR="00FD11D6" w:rsidRPr="00012DF5" w:rsidRDefault="00FD11D6" w:rsidP="00FD11D6">
      <w:pPr>
        <w:rPr>
          <w:rFonts w:ascii="Arial" w:hAnsi="Arial"/>
          <w:sz w:val="22"/>
        </w:rPr>
      </w:pPr>
      <w:r w:rsidRPr="00012DF5">
        <w:rPr>
          <w:rFonts w:ascii="Arial" w:hAnsi="Arial"/>
          <w:sz w:val="22"/>
        </w:rPr>
        <w:t>……………………………….</w:t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>………………………………</w:t>
      </w:r>
    </w:p>
    <w:p w:rsidR="00FD11D6" w:rsidRPr="00012DF5" w:rsidRDefault="003F3BC9" w:rsidP="00FD11D6">
      <w:pPr>
        <w:rPr>
          <w:rFonts w:ascii="Arial" w:hAnsi="Arial"/>
          <w:sz w:val="22"/>
        </w:rPr>
      </w:pPr>
      <w:r w:rsidRPr="00012DF5">
        <w:rPr>
          <w:rFonts w:ascii="Arial" w:hAnsi="Arial"/>
          <w:sz w:val="22"/>
        </w:rPr>
        <w:t>Název (jméno a příjmení) účastníka</w:t>
      </w:r>
      <w:r w:rsidR="00FD11D6" w:rsidRPr="00012DF5">
        <w:rPr>
          <w:rFonts w:ascii="Arial" w:hAnsi="Arial"/>
          <w:sz w:val="22"/>
        </w:rPr>
        <w:tab/>
      </w:r>
      <w:r w:rsidR="00FD11D6" w:rsidRPr="00012DF5">
        <w:rPr>
          <w:rFonts w:ascii="Arial" w:hAnsi="Arial"/>
          <w:sz w:val="22"/>
        </w:rPr>
        <w:tab/>
      </w:r>
      <w:r w:rsidR="00FD11D6" w:rsidRPr="00012DF5">
        <w:rPr>
          <w:rFonts w:ascii="Arial" w:hAnsi="Arial"/>
          <w:sz w:val="22"/>
        </w:rPr>
        <w:tab/>
        <w:t xml:space="preserve">Podpis </w:t>
      </w:r>
      <w:r w:rsidRPr="00012DF5">
        <w:rPr>
          <w:rFonts w:ascii="Arial" w:hAnsi="Arial"/>
          <w:sz w:val="22"/>
        </w:rPr>
        <w:t>účastníka</w:t>
      </w:r>
    </w:p>
    <w:p w:rsidR="001E5CB5" w:rsidRDefault="00A207AD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br w:type="page"/>
      </w:r>
    </w:p>
    <w:p w:rsidR="001E5CB5" w:rsidRPr="00012DF5" w:rsidRDefault="001E5CB5">
      <w:pPr>
        <w:jc w:val="center"/>
        <w:rPr>
          <w:rFonts w:ascii="Arial" w:hAnsi="Arial"/>
          <w:b/>
          <w:sz w:val="32"/>
        </w:rPr>
      </w:pPr>
      <w:r w:rsidRPr="00012DF5">
        <w:rPr>
          <w:rFonts w:ascii="Arial" w:hAnsi="Arial"/>
          <w:b/>
          <w:sz w:val="32"/>
        </w:rPr>
        <w:lastRenderedPageBreak/>
        <w:t>FORMULÁŘ – KRYCÍ LIST NABÍDKY</w:t>
      </w:r>
    </w:p>
    <w:p w:rsidR="001E5CB5" w:rsidRPr="00012DF5" w:rsidRDefault="001E5CB5">
      <w:pPr>
        <w:jc w:val="center"/>
        <w:rPr>
          <w:rFonts w:ascii="Arial" w:hAnsi="Arial"/>
          <w:b/>
          <w:sz w:val="36"/>
        </w:rPr>
      </w:pPr>
      <w:r w:rsidRPr="00012DF5">
        <w:rPr>
          <w:rFonts w:ascii="Arial" w:hAnsi="Arial"/>
          <w:sz w:val="28"/>
        </w:rPr>
        <w:t>(pro nabídku podanou společně více dodavateli - předkládá se pouze v případě společné nabídky)</w:t>
      </w:r>
    </w:p>
    <w:p w:rsidR="001E5CB5" w:rsidRDefault="001E5CB5">
      <w:pPr>
        <w:jc w:val="center"/>
        <w:rPr>
          <w:rFonts w:ascii="Arial" w:hAnsi="Arial"/>
          <w:sz w:val="28"/>
        </w:rPr>
      </w:pPr>
      <w:r w:rsidRPr="00A207AD">
        <w:rPr>
          <w:rFonts w:ascii="Arial" w:hAnsi="Arial"/>
          <w:sz w:val="28"/>
        </w:rPr>
        <w:t>pro veřejnou zakázku</w:t>
      </w:r>
    </w:p>
    <w:p w:rsidR="00B35243" w:rsidRPr="00A207AD" w:rsidRDefault="00B35243">
      <w:pPr>
        <w:jc w:val="center"/>
        <w:rPr>
          <w:rFonts w:ascii="Arial" w:hAnsi="Arial"/>
          <w:sz w:val="28"/>
        </w:rPr>
      </w:pPr>
    </w:p>
    <w:p w:rsidR="00BE3628" w:rsidRPr="00BE2045" w:rsidRDefault="00BE3628" w:rsidP="00BE3628">
      <w:pPr>
        <w:tabs>
          <w:tab w:val="left" w:pos="284"/>
        </w:tabs>
        <w:jc w:val="center"/>
        <w:rPr>
          <w:rFonts w:ascii="Arial" w:hAnsi="Arial" w:cs="Arial"/>
          <w:b/>
          <w:sz w:val="44"/>
          <w:szCs w:val="32"/>
        </w:rPr>
      </w:pPr>
      <w:r w:rsidRPr="007B3BE5">
        <w:rPr>
          <w:rFonts w:ascii="Arial" w:hAnsi="Arial" w:cs="Arial"/>
          <w:b/>
          <w:sz w:val="28"/>
        </w:rPr>
        <w:t xml:space="preserve">Stavební úpravy Městské knihovny Třebíč, ul. </w:t>
      </w:r>
      <w:proofErr w:type="spellStart"/>
      <w:r w:rsidRPr="007B3BE5">
        <w:rPr>
          <w:rFonts w:ascii="Arial" w:hAnsi="Arial" w:cs="Arial"/>
          <w:b/>
          <w:sz w:val="28"/>
        </w:rPr>
        <w:t>Hasskova</w:t>
      </w:r>
      <w:proofErr w:type="spellEnd"/>
    </w:p>
    <w:p w:rsidR="001E5CB5" w:rsidRDefault="001E5CB5">
      <w:pPr>
        <w:rPr>
          <w:rFonts w:ascii="Arial" w:hAnsi="Arial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051"/>
        <w:gridCol w:w="1209"/>
        <w:gridCol w:w="4394"/>
      </w:tblGrid>
      <w:tr w:rsidR="001E5CB5" w:rsidRPr="00A207AD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1. ÚČASTNÍK ZADÁVACÍHO ŘÍZENÍ</w:t>
            </w:r>
            <w:r w:rsidR="001E5CB5" w:rsidRPr="00012DF5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</w:p>
          <w:p w:rsidR="001E5CB5" w:rsidRPr="00012DF5" w:rsidRDefault="001E5CB5" w:rsidP="008F7B5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012DF5">
              <w:rPr>
                <w:rFonts w:ascii="Arial" w:hAnsi="Arial"/>
                <w:sz w:val="22"/>
                <w:szCs w:val="22"/>
              </w:rPr>
              <w:t>(obchodní firma)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Sídlo</w:t>
            </w:r>
          </w:p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  <w:r w:rsidRPr="00012DF5">
              <w:rPr>
                <w:rFonts w:ascii="Arial" w:hAnsi="Arial"/>
                <w:sz w:val="22"/>
                <w:szCs w:val="22"/>
              </w:rPr>
              <w:t>(celá adresa včetně PSČ)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 w:rsidP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Právní forma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cantSplit/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8F7B5F" w:rsidP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IČ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cantSplit/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DIČ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417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Kontaktní osoba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8F7B5F" w:rsidRPr="00A207AD" w:rsidTr="00012DF5">
        <w:trPr>
          <w:trHeight w:val="40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012DF5" w:rsidRDefault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Datová schránka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012DF5" w:rsidRDefault="008F7B5F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415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Tel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E</w:t>
            </w:r>
            <w:r w:rsidR="008F7B5F" w:rsidRPr="00012DF5">
              <w:rPr>
                <w:rFonts w:ascii="Arial" w:hAnsi="Arial"/>
                <w:b/>
                <w:sz w:val="22"/>
                <w:szCs w:val="22"/>
              </w:rPr>
              <w:t>-</w:t>
            </w:r>
            <w:r w:rsidRPr="00012DF5">
              <w:rPr>
                <w:rFonts w:ascii="Arial" w:hAnsi="Arial"/>
                <w:b/>
                <w:sz w:val="22"/>
                <w:szCs w:val="22"/>
              </w:rPr>
              <w:t>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1E5CB5" w:rsidRPr="00AD75BE" w:rsidRDefault="001E5CB5">
      <w:pPr>
        <w:rPr>
          <w:rFonts w:ascii="Arial" w:hAnsi="Arial"/>
          <w:sz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051"/>
        <w:gridCol w:w="1209"/>
        <w:gridCol w:w="4394"/>
      </w:tblGrid>
      <w:tr w:rsidR="001E5CB5" w:rsidRPr="00A207AD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 xml:space="preserve">2. </w:t>
            </w:r>
            <w:r w:rsidR="008F7B5F" w:rsidRPr="00012DF5">
              <w:rPr>
                <w:rFonts w:ascii="Arial" w:hAnsi="Arial"/>
                <w:b/>
                <w:sz w:val="22"/>
                <w:szCs w:val="22"/>
              </w:rPr>
              <w:t>ÚČASTNÍK ZADÁVACÍHO ŘÍZENÍ</w:t>
            </w:r>
            <w:r w:rsidRPr="00012DF5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</w:p>
          <w:p w:rsidR="001E5CB5" w:rsidRPr="00012DF5" w:rsidRDefault="001E5CB5" w:rsidP="008F7B5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012DF5">
              <w:rPr>
                <w:rFonts w:ascii="Arial" w:hAnsi="Arial"/>
                <w:sz w:val="22"/>
                <w:szCs w:val="22"/>
              </w:rPr>
              <w:t>(obchodní firma)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 w:rsidP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Sídlo</w:t>
            </w:r>
          </w:p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  <w:r w:rsidRPr="00012DF5">
              <w:rPr>
                <w:rFonts w:ascii="Arial" w:hAnsi="Arial"/>
                <w:sz w:val="22"/>
                <w:szCs w:val="22"/>
              </w:rPr>
              <w:t>(celá adresa včetně PSČ)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 w:rsidP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Právní forma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cantSplit/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8F7B5F" w:rsidP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IČ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cantSplit/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DIČ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342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Kontaktní osoba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8F7B5F" w:rsidRPr="00A207AD" w:rsidTr="00012DF5">
        <w:trPr>
          <w:trHeight w:val="41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012DF5" w:rsidRDefault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Datová schránka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012DF5" w:rsidRDefault="008F7B5F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411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Tel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E</w:t>
            </w:r>
            <w:r w:rsidR="008F7B5F" w:rsidRPr="00012DF5">
              <w:rPr>
                <w:rFonts w:ascii="Arial" w:hAnsi="Arial"/>
                <w:b/>
                <w:sz w:val="22"/>
                <w:szCs w:val="22"/>
              </w:rPr>
              <w:t>-</w:t>
            </w:r>
            <w:r w:rsidRPr="00012DF5">
              <w:rPr>
                <w:rFonts w:ascii="Arial" w:hAnsi="Arial"/>
                <w:b/>
                <w:sz w:val="22"/>
                <w:szCs w:val="22"/>
              </w:rPr>
              <w:t>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1E5CB5" w:rsidRPr="00AD75BE" w:rsidRDefault="001E5CB5">
      <w:pPr>
        <w:rPr>
          <w:rFonts w:ascii="Arial" w:hAnsi="Arial"/>
          <w:sz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1E5CB5" w:rsidRPr="008F7B5F" w:rsidRDefault="001E5CB5" w:rsidP="008F7B5F">
      <w:pPr>
        <w:pStyle w:val="Titulek"/>
        <w:jc w:val="both"/>
        <w:rPr>
          <w:sz w:val="22"/>
          <w:u w:val="none"/>
        </w:rPr>
      </w:pPr>
      <w:r w:rsidRPr="008F7B5F">
        <w:rPr>
          <w:sz w:val="22"/>
          <w:u w:val="none"/>
        </w:rPr>
        <w:t xml:space="preserve">Upozornění: počet </w:t>
      </w:r>
      <w:r w:rsidR="008F7B5F" w:rsidRPr="008F7B5F">
        <w:rPr>
          <w:sz w:val="22"/>
          <w:u w:val="none"/>
        </w:rPr>
        <w:t>účastníků</w:t>
      </w:r>
      <w:r w:rsidRPr="008F7B5F">
        <w:rPr>
          <w:sz w:val="22"/>
          <w:u w:val="none"/>
        </w:rPr>
        <w:t xml:space="preserve"> v tabulce bude upraven podle </w:t>
      </w:r>
      <w:r w:rsidRPr="008F7B5F">
        <w:rPr>
          <w:i w:val="0"/>
          <w:sz w:val="22"/>
          <w:u w:val="none"/>
        </w:rPr>
        <w:t xml:space="preserve">skutečného počtu </w:t>
      </w:r>
      <w:r w:rsidR="008F7B5F" w:rsidRPr="008F7B5F">
        <w:rPr>
          <w:i w:val="0"/>
          <w:sz w:val="22"/>
          <w:u w:val="none"/>
        </w:rPr>
        <w:t>účastníků</w:t>
      </w:r>
      <w:r w:rsidRPr="008F7B5F">
        <w:rPr>
          <w:i w:val="0"/>
          <w:sz w:val="22"/>
          <w:u w:val="none"/>
        </w:rPr>
        <w:t xml:space="preserve"> společné nabídky</w:t>
      </w:r>
    </w:p>
    <w:p w:rsidR="001E5CB5" w:rsidRPr="00012DF5" w:rsidRDefault="001E5CB5" w:rsidP="00A207AD">
      <w:pPr>
        <w:rPr>
          <w:rFonts w:ascii="Arial" w:hAnsi="Arial"/>
          <w:sz w:val="28"/>
          <w:u w:val="single"/>
        </w:rPr>
      </w:pPr>
    </w:p>
    <w:p w:rsidR="001E5CB5" w:rsidRPr="00012DF5" w:rsidRDefault="001E5CB5">
      <w:pPr>
        <w:rPr>
          <w:rFonts w:ascii="Arial" w:hAnsi="Arial"/>
          <w:b/>
          <w:sz w:val="22"/>
        </w:rPr>
      </w:pPr>
      <w:r w:rsidRPr="00012DF5">
        <w:rPr>
          <w:rFonts w:ascii="Arial" w:hAnsi="Arial"/>
          <w:b/>
          <w:sz w:val="22"/>
        </w:rPr>
        <w:t xml:space="preserve">KOMUNIKAČNÍ ADRESA PRO VZÁJEMNÝ STYK MEZI ZADAVATELEM </w:t>
      </w:r>
    </w:p>
    <w:p w:rsidR="001E5CB5" w:rsidRPr="00012DF5" w:rsidRDefault="001E5CB5">
      <w:pPr>
        <w:rPr>
          <w:rFonts w:ascii="Arial" w:hAnsi="Arial"/>
          <w:b/>
          <w:sz w:val="22"/>
        </w:rPr>
      </w:pPr>
      <w:r w:rsidRPr="00012DF5">
        <w:rPr>
          <w:rFonts w:ascii="Arial" w:hAnsi="Arial"/>
          <w:b/>
          <w:sz w:val="22"/>
        </w:rPr>
        <w:t>A ÚČASTNÍKY SPOLEČNÉ NABÍDKY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5603"/>
      </w:tblGrid>
      <w:tr w:rsidR="001E5CB5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1E5CB5">
            <w:pPr>
              <w:rPr>
                <w:rFonts w:ascii="Arial" w:hAnsi="Arial"/>
                <w:b/>
                <w:sz w:val="22"/>
              </w:rPr>
            </w:pPr>
            <w:r w:rsidRPr="00A207AD">
              <w:rPr>
                <w:rFonts w:ascii="Arial" w:hAnsi="Arial"/>
                <w:b/>
                <w:sz w:val="22"/>
              </w:rPr>
              <w:t>Obchodní firma nebo jméno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9047BA" w:rsidRDefault="001E5CB5">
            <w:pPr>
              <w:rPr>
                <w:rFonts w:ascii="Arial" w:hAnsi="Arial"/>
                <w:b/>
                <w:sz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1E5CB5">
            <w:pPr>
              <w:jc w:val="center"/>
              <w:rPr>
                <w:rFonts w:ascii="Arial" w:hAnsi="Arial"/>
                <w:b/>
                <w:sz w:val="22"/>
              </w:rPr>
            </w:pPr>
          </w:p>
          <w:p w:rsidR="001E5CB5" w:rsidRPr="00A207AD" w:rsidRDefault="001E5CB5">
            <w:pPr>
              <w:rPr>
                <w:rFonts w:ascii="Arial" w:hAnsi="Arial"/>
                <w:b/>
                <w:sz w:val="22"/>
              </w:rPr>
            </w:pPr>
            <w:r w:rsidRPr="00A207AD">
              <w:rPr>
                <w:rFonts w:ascii="Arial" w:hAnsi="Arial"/>
                <w:b/>
                <w:sz w:val="22"/>
              </w:rPr>
              <w:t>Poštovní adresa včetně PSČ</w:t>
            </w:r>
          </w:p>
          <w:p w:rsidR="001E5CB5" w:rsidRPr="00A207AD" w:rsidRDefault="001E5CB5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9047BA" w:rsidRDefault="001E5CB5">
            <w:pPr>
              <w:rPr>
                <w:rFonts w:ascii="Arial" w:hAnsi="Arial"/>
                <w:b/>
                <w:sz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8F7B5F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E-mail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9047BA" w:rsidRDefault="001E5CB5">
            <w:pPr>
              <w:rPr>
                <w:rFonts w:ascii="Arial" w:hAnsi="Arial"/>
                <w:sz w:val="22"/>
              </w:rPr>
            </w:pPr>
          </w:p>
        </w:tc>
      </w:tr>
      <w:tr w:rsidR="008F7B5F" w:rsidRPr="00A207AD" w:rsidTr="00012DF5">
        <w:trPr>
          <w:cantSplit/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A207AD" w:rsidRDefault="008F7B5F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Datová schránka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5F" w:rsidRPr="00A207AD" w:rsidRDefault="008F7B5F">
            <w:pPr>
              <w:rPr>
                <w:rFonts w:ascii="Arial" w:hAnsi="Arial"/>
                <w:sz w:val="22"/>
              </w:rPr>
            </w:pPr>
          </w:p>
        </w:tc>
      </w:tr>
      <w:tr w:rsidR="001E5CB5" w:rsidRPr="00A207AD" w:rsidTr="00012DF5">
        <w:trPr>
          <w:cantSplit/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1E5CB5">
            <w:pPr>
              <w:rPr>
                <w:rFonts w:ascii="Arial" w:hAnsi="Arial"/>
                <w:b/>
                <w:sz w:val="22"/>
              </w:rPr>
            </w:pPr>
            <w:r w:rsidRPr="00A207AD">
              <w:rPr>
                <w:rFonts w:ascii="Arial" w:hAnsi="Arial"/>
                <w:b/>
                <w:sz w:val="22"/>
              </w:rPr>
              <w:t>Upozornění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A207AD" w:rsidRDefault="001E5CB5">
            <w:pPr>
              <w:rPr>
                <w:rFonts w:ascii="Arial" w:hAnsi="Arial"/>
                <w:sz w:val="22"/>
              </w:rPr>
            </w:pPr>
            <w:r w:rsidRPr="00A207AD">
              <w:rPr>
                <w:rFonts w:ascii="Arial" w:hAnsi="Arial"/>
                <w:sz w:val="22"/>
              </w:rPr>
              <w:t>Doručení písemnosti na uvedenou adresu se považuje za doručení každému dodavateli, který podal společnou nabídku. Zadavatel je však oprávněn doručit každému dodavateli písemnost samostatně.</w:t>
            </w:r>
          </w:p>
        </w:tc>
      </w:tr>
    </w:tbl>
    <w:p w:rsidR="001E5CB5" w:rsidRPr="00A207AD" w:rsidRDefault="001E5CB5">
      <w:pPr>
        <w:jc w:val="center"/>
        <w:rPr>
          <w:rFonts w:ascii="Arial" w:hAnsi="Arial"/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5671"/>
      </w:tblGrid>
      <w:tr w:rsidR="00A73687" w:rsidRPr="00CA4B14" w:rsidTr="00012DF5">
        <w:trPr>
          <w:cantSplit/>
          <w:trHeight w:val="1245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87" w:rsidRPr="00083DC8" w:rsidRDefault="00A73687" w:rsidP="000E2CC8">
            <w:pPr>
              <w:rPr>
                <w:rFonts w:ascii="Arial" w:hAnsi="Arial" w:cs="Arial"/>
                <w:b/>
                <w:caps/>
                <w:sz w:val="24"/>
              </w:rPr>
            </w:pPr>
            <w:r w:rsidRPr="00083DC8">
              <w:rPr>
                <w:rFonts w:ascii="Arial" w:hAnsi="Arial" w:cs="Arial"/>
                <w:b/>
                <w:caps/>
                <w:sz w:val="24"/>
              </w:rPr>
              <w:lastRenderedPageBreak/>
              <w:t>Nabídková cena celkem v </w:t>
            </w:r>
            <w:r w:rsidRPr="009B5EA3">
              <w:rPr>
                <w:rFonts w:ascii="Arial" w:hAnsi="Arial" w:cs="Arial"/>
                <w:b/>
                <w:caps/>
                <w:sz w:val="24"/>
              </w:rPr>
              <w:t>Kč vč.</w:t>
            </w:r>
            <w:r w:rsidRPr="00083DC8">
              <w:rPr>
                <w:rFonts w:ascii="Arial" w:hAnsi="Arial" w:cs="Arial"/>
                <w:b/>
                <w:caps/>
                <w:sz w:val="24"/>
              </w:rPr>
              <w:t xml:space="preserve"> DPH </w:t>
            </w:r>
          </w:p>
          <w:p w:rsidR="00A73687" w:rsidRPr="00083DC8" w:rsidRDefault="00A73687" w:rsidP="000E2CC8">
            <w:pPr>
              <w:rPr>
                <w:rFonts w:ascii="Arial" w:hAnsi="Arial" w:cs="Arial"/>
                <w:b/>
                <w:caps/>
                <w:sz w:val="24"/>
              </w:rPr>
            </w:pPr>
            <w:r w:rsidRPr="00012DF5">
              <w:rPr>
                <w:rFonts w:ascii="Arial" w:hAnsi="Arial" w:cs="Arial"/>
                <w:sz w:val="22"/>
              </w:rPr>
              <w:t>(dle předložených obchodních podmínek)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87" w:rsidRPr="00CA4B14" w:rsidRDefault="00A73687" w:rsidP="000E2CC8">
            <w:pPr>
              <w:rPr>
                <w:rFonts w:ascii="Arial" w:hAnsi="Arial" w:cs="Arial"/>
                <w:sz w:val="24"/>
              </w:rPr>
            </w:pPr>
          </w:p>
        </w:tc>
      </w:tr>
    </w:tbl>
    <w:p w:rsidR="001E5CB5" w:rsidRDefault="001E5CB5">
      <w:pPr>
        <w:rPr>
          <w:rFonts w:ascii="Arial" w:hAnsi="Arial"/>
          <w:sz w:val="24"/>
        </w:rPr>
      </w:pPr>
    </w:p>
    <w:p w:rsidR="00012DF5" w:rsidRDefault="00012DF5">
      <w:pPr>
        <w:rPr>
          <w:rFonts w:ascii="Arial" w:hAnsi="Arial"/>
          <w:sz w:val="22"/>
        </w:rPr>
      </w:pPr>
    </w:p>
    <w:p w:rsidR="001E5CB5" w:rsidRPr="00012DF5" w:rsidRDefault="0070490F">
      <w:pPr>
        <w:rPr>
          <w:rFonts w:ascii="Arial" w:hAnsi="Arial"/>
          <w:sz w:val="22"/>
        </w:rPr>
      </w:pPr>
      <w:r w:rsidRPr="00012DF5">
        <w:rPr>
          <w:rFonts w:ascii="Arial" w:hAnsi="Arial"/>
          <w:sz w:val="22"/>
        </w:rPr>
        <w:t>V…………………….</w:t>
      </w:r>
      <w:r w:rsidR="001E5CB5" w:rsidRPr="00012DF5">
        <w:rPr>
          <w:rFonts w:ascii="Arial" w:hAnsi="Arial"/>
          <w:sz w:val="22"/>
        </w:rPr>
        <w:t xml:space="preserve"> </w:t>
      </w:r>
      <w:proofErr w:type="gramStart"/>
      <w:r w:rsidR="001E5CB5" w:rsidRPr="00012DF5">
        <w:rPr>
          <w:rFonts w:ascii="Arial" w:hAnsi="Arial"/>
          <w:sz w:val="22"/>
        </w:rPr>
        <w:t>dne</w:t>
      </w:r>
      <w:proofErr w:type="gramEnd"/>
      <w:r w:rsidR="001E5CB5" w:rsidRPr="00012DF5">
        <w:rPr>
          <w:rFonts w:ascii="Arial" w:hAnsi="Arial"/>
          <w:sz w:val="22"/>
        </w:rPr>
        <w:t xml:space="preserve"> ……………………..</w:t>
      </w:r>
    </w:p>
    <w:p w:rsidR="001E5CB5" w:rsidRPr="00012DF5" w:rsidRDefault="001E5CB5">
      <w:pPr>
        <w:rPr>
          <w:rFonts w:ascii="Arial" w:hAnsi="Arial"/>
          <w:sz w:val="22"/>
        </w:rPr>
      </w:pPr>
    </w:p>
    <w:p w:rsidR="001E5CB5" w:rsidRPr="00012DF5" w:rsidRDefault="001E5CB5">
      <w:pPr>
        <w:rPr>
          <w:rFonts w:ascii="Arial" w:hAnsi="Arial"/>
          <w:sz w:val="22"/>
        </w:rPr>
      </w:pPr>
    </w:p>
    <w:p w:rsidR="001E5CB5" w:rsidRPr="00012DF5" w:rsidRDefault="001E5CB5">
      <w:pPr>
        <w:rPr>
          <w:rFonts w:ascii="Arial" w:hAnsi="Arial"/>
          <w:sz w:val="22"/>
        </w:rPr>
      </w:pPr>
    </w:p>
    <w:p w:rsidR="001E5CB5" w:rsidRPr="00012DF5" w:rsidRDefault="001E5CB5">
      <w:pPr>
        <w:rPr>
          <w:rFonts w:ascii="Arial" w:hAnsi="Arial"/>
          <w:sz w:val="22"/>
        </w:rPr>
      </w:pPr>
    </w:p>
    <w:p w:rsidR="001E5CB5" w:rsidRPr="00012DF5" w:rsidRDefault="001E5CB5">
      <w:pPr>
        <w:rPr>
          <w:rFonts w:ascii="Arial" w:hAnsi="Arial"/>
          <w:sz w:val="22"/>
        </w:rPr>
      </w:pPr>
    </w:p>
    <w:p w:rsidR="00FD11D6" w:rsidRPr="00012DF5" w:rsidRDefault="00FD11D6" w:rsidP="00FD11D6">
      <w:pPr>
        <w:rPr>
          <w:rFonts w:ascii="Arial" w:hAnsi="Arial"/>
          <w:sz w:val="22"/>
        </w:rPr>
      </w:pPr>
    </w:p>
    <w:p w:rsidR="00FD11D6" w:rsidRPr="00012DF5" w:rsidRDefault="00FD11D6" w:rsidP="00FD11D6">
      <w:pPr>
        <w:rPr>
          <w:rFonts w:ascii="Arial" w:hAnsi="Arial"/>
          <w:sz w:val="22"/>
        </w:rPr>
      </w:pPr>
      <w:r w:rsidRPr="00012DF5">
        <w:rPr>
          <w:rFonts w:ascii="Arial" w:hAnsi="Arial"/>
          <w:sz w:val="22"/>
        </w:rPr>
        <w:t>……………………………….</w:t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  <w:t>………………………………</w:t>
      </w:r>
    </w:p>
    <w:p w:rsidR="00FD11D6" w:rsidRPr="00012DF5" w:rsidRDefault="00FD11D6" w:rsidP="00FD11D6">
      <w:pPr>
        <w:ind w:left="4320" w:hanging="4320"/>
        <w:rPr>
          <w:rFonts w:ascii="Arial" w:hAnsi="Arial"/>
          <w:sz w:val="22"/>
        </w:rPr>
      </w:pPr>
      <w:r w:rsidRPr="00012DF5">
        <w:rPr>
          <w:rFonts w:ascii="Arial" w:hAnsi="Arial"/>
          <w:sz w:val="22"/>
        </w:rPr>
        <w:t xml:space="preserve">Název (jméno a příjmení) </w:t>
      </w:r>
      <w:r w:rsidR="003F3BC9" w:rsidRPr="00012DF5">
        <w:rPr>
          <w:rFonts w:ascii="Arial" w:hAnsi="Arial"/>
          <w:sz w:val="22"/>
        </w:rPr>
        <w:t>účastníka</w:t>
      </w:r>
      <w:r w:rsidRPr="00012DF5">
        <w:rPr>
          <w:rFonts w:ascii="Arial" w:hAnsi="Arial"/>
          <w:sz w:val="22"/>
        </w:rPr>
        <w:tab/>
        <w:t>Podpis osoby oprávněné jednat jménem</w:t>
      </w:r>
    </w:p>
    <w:p w:rsidR="00FD11D6" w:rsidRPr="00012DF5" w:rsidRDefault="00FD11D6" w:rsidP="00FD11D6">
      <w:pPr>
        <w:rPr>
          <w:rFonts w:ascii="Arial" w:hAnsi="Arial"/>
          <w:sz w:val="22"/>
        </w:rPr>
      </w:pP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  <w:t xml:space="preserve">všech účastníků společné nabídky (popř. </w:t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>všech účastníků společné nabídky)</w:t>
      </w:r>
    </w:p>
    <w:p w:rsidR="001E5CB5" w:rsidRPr="00012DF5" w:rsidRDefault="001E5CB5">
      <w:pPr>
        <w:pStyle w:val="Normlnweb"/>
        <w:spacing w:before="0" w:after="0"/>
        <w:rPr>
          <w:rFonts w:ascii="Arial" w:eastAsia="Times New Roman" w:hAnsi="Arial"/>
          <w:sz w:val="22"/>
        </w:rPr>
      </w:pPr>
    </w:p>
    <w:p w:rsidR="001E5CB5" w:rsidRDefault="001E5CB5">
      <w:pPr>
        <w:pStyle w:val="Normlnweb"/>
        <w:spacing w:before="0" w:after="0"/>
        <w:rPr>
          <w:rFonts w:ascii="Arial" w:eastAsia="Times New Roman" w:hAnsi="Arial"/>
        </w:rPr>
      </w:pPr>
    </w:p>
    <w:p w:rsidR="001E5CB5" w:rsidRDefault="001E5CB5">
      <w:pPr>
        <w:pStyle w:val="Normlnweb"/>
        <w:spacing w:before="0" w:after="0"/>
        <w:rPr>
          <w:rFonts w:ascii="Arial" w:eastAsia="Times New Roman" w:hAnsi="Arial"/>
        </w:rPr>
      </w:pPr>
    </w:p>
    <w:p w:rsidR="001E5CB5" w:rsidRDefault="001E5CB5">
      <w:pPr>
        <w:pStyle w:val="Normlnweb"/>
        <w:spacing w:before="0" w:after="0"/>
        <w:rPr>
          <w:rFonts w:ascii="Arial" w:eastAsia="Times New Roman" w:hAnsi="Arial"/>
        </w:rPr>
      </w:pPr>
    </w:p>
    <w:sectPr w:rsidR="001E5CB5" w:rsidSect="008F7B5F">
      <w:footerReference w:type="even" r:id="rId8"/>
      <w:footerReference w:type="default" r:id="rId9"/>
      <w:pgSz w:w="11906" w:h="16838" w:code="9"/>
      <w:pgMar w:top="851" w:right="1700" w:bottom="567" w:left="1418" w:header="709" w:footer="851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DF0" w:rsidRDefault="00120DF0">
      <w:r>
        <w:separator/>
      </w:r>
    </w:p>
  </w:endnote>
  <w:endnote w:type="continuationSeparator" w:id="0">
    <w:p w:rsidR="00120DF0" w:rsidRDefault="00120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864" w:rsidRDefault="00FC686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C6864" w:rsidRDefault="00FC686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864" w:rsidRDefault="00FC6864">
    <w:pPr>
      <w:pStyle w:val="Zpat"/>
      <w:framePr w:wrap="around" w:vAnchor="text" w:hAnchor="margin" w:xAlign="center" w:y="1"/>
      <w:rPr>
        <w:rStyle w:val="slostrnky"/>
      </w:rPr>
    </w:pPr>
  </w:p>
  <w:p w:rsidR="00FC6864" w:rsidRDefault="00FC6864" w:rsidP="00876B57">
    <w:pPr>
      <w:pStyle w:val="Zpat"/>
      <w:tabs>
        <w:tab w:val="clear" w:pos="4536"/>
        <w:tab w:val="clear" w:pos="9072"/>
      </w:tabs>
      <w:rPr>
        <w:noProof/>
        <w:snapToGrid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DF0" w:rsidRDefault="00120DF0">
      <w:r>
        <w:separator/>
      </w:r>
    </w:p>
  </w:footnote>
  <w:footnote w:type="continuationSeparator" w:id="0">
    <w:p w:rsidR="00120DF0" w:rsidRDefault="00120D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52BC9"/>
    <w:multiLevelType w:val="multilevel"/>
    <w:tmpl w:val="D660BA24"/>
    <w:lvl w:ilvl="0">
      <w:start w:val="2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77"/>
        </w:tabs>
        <w:ind w:left="1077" w:hanging="7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51"/>
        </w:tabs>
        <w:ind w:left="2151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868"/>
        </w:tabs>
        <w:ind w:left="2868" w:hanging="144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25"/>
        </w:tabs>
        <w:ind w:left="3225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42"/>
        </w:tabs>
        <w:ind w:left="3942" w:hanging="180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99"/>
        </w:tabs>
        <w:ind w:left="4299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16"/>
        </w:tabs>
        <w:ind w:left="5016" w:hanging="2160"/>
      </w:pPr>
      <w:rPr>
        <w:rFonts w:eastAsia="Times New Roman" w:hint="default"/>
      </w:rPr>
    </w:lvl>
  </w:abstractNum>
  <w:abstractNum w:abstractNumId="1" w15:restartNumberingAfterBreak="0">
    <w:nsid w:val="162E181E"/>
    <w:multiLevelType w:val="multilevel"/>
    <w:tmpl w:val="D3307210"/>
    <w:lvl w:ilvl="0">
      <w:start w:val="1"/>
      <w:numFmt w:val="decimal"/>
      <w:pStyle w:val="Nadpis1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pStyle w:val="Obsah1"/>
      <w:isLgl/>
      <w:lvlText w:val="%1.%2.%3."/>
      <w:lvlJc w:val="left"/>
      <w:pPr>
        <w:tabs>
          <w:tab w:val="num" w:pos="1083"/>
        </w:tabs>
        <w:ind w:left="10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6"/>
        </w:tabs>
        <w:ind w:left="14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9"/>
        </w:tabs>
        <w:ind w:left="18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12"/>
        </w:tabs>
        <w:ind w:left="18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75"/>
        </w:tabs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38"/>
        </w:tabs>
        <w:ind w:left="253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41"/>
        </w:tabs>
        <w:ind w:left="2541" w:hanging="2160"/>
      </w:pPr>
      <w:rPr>
        <w:rFonts w:hint="default"/>
      </w:rPr>
    </w:lvl>
  </w:abstractNum>
  <w:abstractNum w:abstractNumId="2" w15:restartNumberingAfterBreak="0">
    <w:nsid w:val="18D5637D"/>
    <w:multiLevelType w:val="hybridMultilevel"/>
    <w:tmpl w:val="E916A0D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7C31CD8"/>
    <w:multiLevelType w:val="multilevel"/>
    <w:tmpl w:val="959CEFF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84E6250"/>
    <w:multiLevelType w:val="multilevel"/>
    <w:tmpl w:val="A4049566"/>
    <w:lvl w:ilvl="0">
      <w:start w:val="16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E533981"/>
    <w:multiLevelType w:val="hybridMultilevel"/>
    <w:tmpl w:val="CB2E51CA"/>
    <w:lvl w:ilvl="0" w:tplc="F33CC3C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B4CB0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A41C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F6C6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300C4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A46C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060F6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9A39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EA842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344CD4"/>
    <w:multiLevelType w:val="hybridMultilevel"/>
    <w:tmpl w:val="210AF52C"/>
    <w:lvl w:ilvl="0" w:tplc="E05A57B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9C6C836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BC26B8B0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 w:tplc="E6502246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1F36A182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92A65F18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7418328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AD6C73DE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9D3C82B4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abstractNum w:abstractNumId="7" w15:restartNumberingAfterBreak="0">
    <w:nsid w:val="52E326C8"/>
    <w:multiLevelType w:val="multilevel"/>
    <w:tmpl w:val="019656C2"/>
    <w:lvl w:ilvl="0">
      <w:start w:val="19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2"/>
        </w:tabs>
        <w:ind w:left="112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24"/>
        </w:tabs>
        <w:ind w:left="15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86"/>
        </w:tabs>
        <w:ind w:left="22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48"/>
        </w:tabs>
        <w:ind w:left="304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50"/>
        </w:tabs>
        <w:ind w:left="34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12"/>
        </w:tabs>
        <w:ind w:left="421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14"/>
        </w:tabs>
        <w:ind w:left="46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376"/>
        </w:tabs>
        <w:ind w:left="5376" w:hanging="2160"/>
      </w:pPr>
      <w:rPr>
        <w:rFonts w:hint="default"/>
      </w:rPr>
    </w:lvl>
  </w:abstractNum>
  <w:abstractNum w:abstractNumId="8" w15:restartNumberingAfterBreak="0">
    <w:nsid w:val="545E5D1B"/>
    <w:multiLevelType w:val="multilevel"/>
    <w:tmpl w:val="4C085DDA"/>
    <w:lvl w:ilvl="0">
      <w:start w:val="2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68"/>
        </w:tabs>
        <w:ind w:left="286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abstractNum w:abstractNumId="9" w15:restartNumberingAfterBreak="0">
    <w:nsid w:val="5DA12E1B"/>
    <w:multiLevelType w:val="hybridMultilevel"/>
    <w:tmpl w:val="D74035A0"/>
    <w:lvl w:ilvl="0" w:tplc="35BA8B5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B6866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1453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166FB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00C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2885D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662B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E062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5C20B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30F537A"/>
    <w:multiLevelType w:val="multilevel"/>
    <w:tmpl w:val="68DA0FDC"/>
    <w:lvl w:ilvl="0">
      <w:start w:val="20"/>
      <w:numFmt w:val="decimal"/>
      <w:lvlText w:val="%1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3"/>
        </w:tabs>
        <w:ind w:left="1333" w:hanging="10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16"/>
        </w:tabs>
        <w:ind w:left="1616" w:hanging="105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2" w15:restartNumberingAfterBreak="0">
    <w:nsid w:val="73740693"/>
    <w:multiLevelType w:val="multilevel"/>
    <w:tmpl w:val="C5B097E8"/>
    <w:lvl w:ilvl="0">
      <w:start w:val="2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68"/>
        </w:tabs>
        <w:ind w:left="286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1"/>
    <w:lvlOverride w:ilvl="0">
      <w:startOverride w:val="15"/>
    </w:lvlOverride>
    <w:lvlOverride w:ilvl="1">
      <w:startOverride w:val="5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8"/>
  </w:num>
  <w:num w:numId="11">
    <w:abstractNumId w:val="12"/>
  </w:num>
  <w:num w:numId="12">
    <w:abstractNumId w:val="0"/>
  </w:num>
  <w:num w:numId="13">
    <w:abstractNumId w:val="7"/>
  </w:num>
  <w:num w:numId="14">
    <w:abstractNumId w:val="9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AA8"/>
    <w:rsid w:val="000043B8"/>
    <w:rsid w:val="00012DF5"/>
    <w:rsid w:val="00012FC9"/>
    <w:rsid w:val="00021117"/>
    <w:rsid w:val="00034AAC"/>
    <w:rsid w:val="00043678"/>
    <w:rsid w:val="00054F1C"/>
    <w:rsid w:val="00072D4C"/>
    <w:rsid w:val="00073D44"/>
    <w:rsid w:val="00077282"/>
    <w:rsid w:val="000804B9"/>
    <w:rsid w:val="00083DC8"/>
    <w:rsid w:val="0008611B"/>
    <w:rsid w:val="00096CC1"/>
    <w:rsid w:val="000A6A08"/>
    <w:rsid w:val="000B7072"/>
    <w:rsid w:val="000C45C8"/>
    <w:rsid w:val="000C6E73"/>
    <w:rsid w:val="000D2049"/>
    <w:rsid w:val="000D3381"/>
    <w:rsid w:val="000E2CC8"/>
    <w:rsid w:val="000E62D1"/>
    <w:rsid w:val="000F1B9A"/>
    <w:rsid w:val="000F546E"/>
    <w:rsid w:val="00102168"/>
    <w:rsid w:val="0012012B"/>
    <w:rsid w:val="00120DF0"/>
    <w:rsid w:val="00120FFE"/>
    <w:rsid w:val="0012724B"/>
    <w:rsid w:val="00132D29"/>
    <w:rsid w:val="00140315"/>
    <w:rsid w:val="001436FF"/>
    <w:rsid w:val="001540C6"/>
    <w:rsid w:val="00154267"/>
    <w:rsid w:val="001746F4"/>
    <w:rsid w:val="00190C1E"/>
    <w:rsid w:val="001B2582"/>
    <w:rsid w:val="001D4941"/>
    <w:rsid w:val="001E5CB5"/>
    <w:rsid w:val="001F0C50"/>
    <w:rsid w:val="001F1E4A"/>
    <w:rsid w:val="001F589E"/>
    <w:rsid w:val="00207DE6"/>
    <w:rsid w:val="002162D3"/>
    <w:rsid w:val="00217326"/>
    <w:rsid w:val="00220AD5"/>
    <w:rsid w:val="00231B3B"/>
    <w:rsid w:val="00253689"/>
    <w:rsid w:val="00253DD3"/>
    <w:rsid w:val="00265CBB"/>
    <w:rsid w:val="00275B86"/>
    <w:rsid w:val="002800AB"/>
    <w:rsid w:val="00294212"/>
    <w:rsid w:val="00295369"/>
    <w:rsid w:val="00295A07"/>
    <w:rsid w:val="002A1612"/>
    <w:rsid w:val="002A6978"/>
    <w:rsid w:val="002B0406"/>
    <w:rsid w:val="002B5CB3"/>
    <w:rsid w:val="002C60B8"/>
    <w:rsid w:val="002F39AD"/>
    <w:rsid w:val="00310200"/>
    <w:rsid w:val="003273F7"/>
    <w:rsid w:val="00346970"/>
    <w:rsid w:val="0036674B"/>
    <w:rsid w:val="00367552"/>
    <w:rsid w:val="003866DC"/>
    <w:rsid w:val="0039283B"/>
    <w:rsid w:val="003943C5"/>
    <w:rsid w:val="003979F8"/>
    <w:rsid w:val="003C514E"/>
    <w:rsid w:val="003D4CEC"/>
    <w:rsid w:val="003E7B62"/>
    <w:rsid w:val="003F3BC9"/>
    <w:rsid w:val="003F45A4"/>
    <w:rsid w:val="00401050"/>
    <w:rsid w:val="00417411"/>
    <w:rsid w:val="00417708"/>
    <w:rsid w:val="0042040A"/>
    <w:rsid w:val="00434D68"/>
    <w:rsid w:val="00434FD4"/>
    <w:rsid w:val="004378FE"/>
    <w:rsid w:val="00440988"/>
    <w:rsid w:val="00453D9E"/>
    <w:rsid w:val="00460DC3"/>
    <w:rsid w:val="0046457C"/>
    <w:rsid w:val="00465274"/>
    <w:rsid w:val="004757ED"/>
    <w:rsid w:val="004775CA"/>
    <w:rsid w:val="00484C35"/>
    <w:rsid w:val="004871B3"/>
    <w:rsid w:val="00494C7D"/>
    <w:rsid w:val="004A63F7"/>
    <w:rsid w:val="004B5E36"/>
    <w:rsid w:val="004C49C3"/>
    <w:rsid w:val="004E1092"/>
    <w:rsid w:val="00502EA0"/>
    <w:rsid w:val="005057BE"/>
    <w:rsid w:val="005107AD"/>
    <w:rsid w:val="00527DE1"/>
    <w:rsid w:val="00543FF3"/>
    <w:rsid w:val="005535B9"/>
    <w:rsid w:val="00562827"/>
    <w:rsid w:val="0057480B"/>
    <w:rsid w:val="00575BEE"/>
    <w:rsid w:val="00590CAE"/>
    <w:rsid w:val="005B2ADD"/>
    <w:rsid w:val="005B51EB"/>
    <w:rsid w:val="005C23C1"/>
    <w:rsid w:val="005C735F"/>
    <w:rsid w:val="005D2A8E"/>
    <w:rsid w:val="005D5D13"/>
    <w:rsid w:val="006031EC"/>
    <w:rsid w:val="0060447B"/>
    <w:rsid w:val="00620692"/>
    <w:rsid w:val="00632548"/>
    <w:rsid w:val="006547AD"/>
    <w:rsid w:val="00655DB7"/>
    <w:rsid w:val="006575A4"/>
    <w:rsid w:val="0066482E"/>
    <w:rsid w:val="006651AE"/>
    <w:rsid w:val="0066777B"/>
    <w:rsid w:val="00667D11"/>
    <w:rsid w:val="0068368D"/>
    <w:rsid w:val="006A34AD"/>
    <w:rsid w:val="006A3A22"/>
    <w:rsid w:val="006B1344"/>
    <w:rsid w:val="006B1DDA"/>
    <w:rsid w:val="006B4FB9"/>
    <w:rsid w:val="006B5E24"/>
    <w:rsid w:val="006C1F49"/>
    <w:rsid w:val="006D257C"/>
    <w:rsid w:val="006E4A2C"/>
    <w:rsid w:val="006E55C7"/>
    <w:rsid w:val="0070490F"/>
    <w:rsid w:val="00711BE5"/>
    <w:rsid w:val="00712BD9"/>
    <w:rsid w:val="00713ECC"/>
    <w:rsid w:val="00725689"/>
    <w:rsid w:val="00755486"/>
    <w:rsid w:val="0075792A"/>
    <w:rsid w:val="007655F4"/>
    <w:rsid w:val="007734F5"/>
    <w:rsid w:val="0077638F"/>
    <w:rsid w:val="00783E47"/>
    <w:rsid w:val="00784AA8"/>
    <w:rsid w:val="007935CD"/>
    <w:rsid w:val="007B20A6"/>
    <w:rsid w:val="007B3BE5"/>
    <w:rsid w:val="007E3477"/>
    <w:rsid w:val="007F0080"/>
    <w:rsid w:val="007F1ABC"/>
    <w:rsid w:val="00804C91"/>
    <w:rsid w:val="008111D0"/>
    <w:rsid w:val="00821AC2"/>
    <w:rsid w:val="008233FB"/>
    <w:rsid w:val="00842F6B"/>
    <w:rsid w:val="00861D37"/>
    <w:rsid w:val="00864A12"/>
    <w:rsid w:val="0087042A"/>
    <w:rsid w:val="008706BD"/>
    <w:rsid w:val="0087218E"/>
    <w:rsid w:val="0087643C"/>
    <w:rsid w:val="00876B57"/>
    <w:rsid w:val="00897D8A"/>
    <w:rsid w:val="008A4094"/>
    <w:rsid w:val="008A46E9"/>
    <w:rsid w:val="008B20E5"/>
    <w:rsid w:val="008B316B"/>
    <w:rsid w:val="008B4777"/>
    <w:rsid w:val="008C0845"/>
    <w:rsid w:val="008C70B3"/>
    <w:rsid w:val="008C79DC"/>
    <w:rsid w:val="008D7F59"/>
    <w:rsid w:val="008E325D"/>
    <w:rsid w:val="008E4229"/>
    <w:rsid w:val="008F30E0"/>
    <w:rsid w:val="008F7B5F"/>
    <w:rsid w:val="009047BA"/>
    <w:rsid w:val="00906578"/>
    <w:rsid w:val="009148DC"/>
    <w:rsid w:val="00925696"/>
    <w:rsid w:val="00945B9E"/>
    <w:rsid w:val="00962D40"/>
    <w:rsid w:val="00967503"/>
    <w:rsid w:val="00986F14"/>
    <w:rsid w:val="009B5EA3"/>
    <w:rsid w:val="009C25FC"/>
    <w:rsid w:val="009C56E0"/>
    <w:rsid w:val="009D25DF"/>
    <w:rsid w:val="009F073C"/>
    <w:rsid w:val="009F257C"/>
    <w:rsid w:val="009F6DB3"/>
    <w:rsid w:val="00A06648"/>
    <w:rsid w:val="00A12FBC"/>
    <w:rsid w:val="00A207AD"/>
    <w:rsid w:val="00A32514"/>
    <w:rsid w:val="00A40922"/>
    <w:rsid w:val="00A41A19"/>
    <w:rsid w:val="00A56E52"/>
    <w:rsid w:val="00A612B5"/>
    <w:rsid w:val="00A71F54"/>
    <w:rsid w:val="00A73687"/>
    <w:rsid w:val="00A83AF4"/>
    <w:rsid w:val="00AA4193"/>
    <w:rsid w:val="00AC0B30"/>
    <w:rsid w:val="00AC484A"/>
    <w:rsid w:val="00AD4D4C"/>
    <w:rsid w:val="00AD75BE"/>
    <w:rsid w:val="00AE218D"/>
    <w:rsid w:val="00AF6883"/>
    <w:rsid w:val="00B077F2"/>
    <w:rsid w:val="00B270A6"/>
    <w:rsid w:val="00B33815"/>
    <w:rsid w:val="00B35243"/>
    <w:rsid w:val="00B500C1"/>
    <w:rsid w:val="00B53A04"/>
    <w:rsid w:val="00B62975"/>
    <w:rsid w:val="00B7198A"/>
    <w:rsid w:val="00B7666A"/>
    <w:rsid w:val="00BA5C4C"/>
    <w:rsid w:val="00BA61CF"/>
    <w:rsid w:val="00BD4555"/>
    <w:rsid w:val="00BD4A9E"/>
    <w:rsid w:val="00BE2045"/>
    <w:rsid w:val="00BE3628"/>
    <w:rsid w:val="00BF2F6E"/>
    <w:rsid w:val="00BF3471"/>
    <w:rsid w:val="00C11966"/>
    <w:rsid w:val="00C17488"/>
    <w:rsid w:val="00C53AF8"/>
    <w:rsid w:val="00C63BCD"/>
    <w:rsid w:val="00C71DC2"/>
    <w:rsid w:val="00CA00BF"/>
    <w:rsid w:val="00CA4B14"/>
    <w:rsid w:val="00CB3A6D"/>
    <w:rsid w:val="00CD75FB"/>
    <w:rsid w:val="00D03BA2"/>
    <w:rsid w:val="00D07535"/>
    <w:rsid w:val="00D119A4"/>
    <w:rsid w:val="00D146A3"/>
    <w:rsid w:val="00D172CB"/>
    <w:rsid w:val="00D31482"/>
    <w:rsid w:val="00D521E6"/>
    <w:rsid w:val="00D605F6"/>
    <w:rsid w:val="00D62A42"/>
    <w:rsid w:val="00D74545"/>
    <w:rsid w:val="00D83F88"/>
    <w:rsid w:val="00DA337F"/>
    <w:rsid w:val="00DB0D79"/>
    <w:rsid w:val="00DB5860"/>
    <w:rsid w:val="00DC4DF4"/>
    <w:rsid w:val="00DD569B"/>
    <w:rsid w:val="00DF03AB"/>
    <w:rsid w:val="00DF22FD"/>
    <w:rsid w:val="00DF2CCA"/>
    <w:rsid w:val="00E01474"/>
    <w:rsid w:val="00E116F2"/>
    <w:rsid w:val="00E1372A"/>
    <w:rsid w:val="00E1657D"/>
    <w:rsid w:val="00E17AA4"/>
    <w:rsid w:val="00E45B69"/>
    <w:rsid w:val="00E470F6"/>
    <w:rsid w:val="00E50C5E"/>
    <w:rsid w:val="00E62BC7"/>
    <w:rsid w:val="00E71DC5"/>
    <w:rsid w:val="00E7509D"/>
    <w:rsid w:val="00E801AB"/>
    <w:rsid w:val="00E93FFB"/>
    <w:rsid w:val="00E97264"/>
    <w:rsid w:val="00EE4B41"/>
    <w:rsid w:val="00EE5E50"/>
    <w:rsid w:val="00F04F25"/>
    <w:rsid w:val="00F10CEF"/>
    <w:rsid w:val="00F112BA"/>
    <w:rsid w:val="00F40CB7"/>
    <w:rsid w:val="00F57D35"/>
    <w:rsid w:val="00F634CC"/>
    <w:rsid w:val="00F73C24"/>
    <w:rsid w:val="00F9034F"/>
    <w:rsid w:val="00FB1258"/>
    <w:rsid w:val="00FB7601"/>
    <w:rsid w:val="00FC6864"/>
    <w:rsid w:val="00FD11D6"/>
    <w:rsid w:val="00FE35A3"/>
    <w:rsid w:val="00FE5C2A"/>
    <w:rsid w:val="00FE6BFC"/>
    <w:rsid w:val="00FF1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68CCF139-1AA2-44A5-A568-96AD9D7F7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E3628"/>
  </w:style>
  <w:style w:type="paragraph" w:styleId="Nadpis1">
    <w:name w:val="heading 1"/>
    <w:basedOn w:val="Normln"/>
    <w:next w:val="Normln"/>
    <w:autoRedefine/>
    <w:qFormat/>
    <w:pPr>
      <w:keepNext/>
      <w:numPr>
        <w:numId w:val="3"/>
      </w:numPr>
      <w:spacing w:before="120"/>
      <w:outlineLvl w:val="0"/>
    </w:pPr>
    <w:rPr>
      <w:rFonts w:ascii="Arial" w:hAnsi="Arial" w:cs="Arial"/>
      <w:b/>
      <w:caps/>
      <w:snapToGrid w:val="0"/>
      <w:sz w:val="32"/>
    </w:rPr>
  </w:style>
  <w:style w:type="paragraph" w:styleId="Nadpis2">
    <w:name w:val="heading 2"/>
    <w:basedOn w:val="Normln"/>
    <w:next w:val="Normln"/>
    <w:autoRedefine/>
    <w:qFormat/>
    <w:pPr>
      <w:keepNext/>
      <w:numPr>
        <w:ilvl w:val="1"/>
        <w:numId w:val="3"/>
      </w:numPr>
      <w:spacing w:before="120"/>
      <w:outlineLvl w:val="1"/>
    </w:pPr>
    <w:rPr>
      <w:rFonts w:ascii="Arial" w:hAnsi="Arial" w:cs="Arial"/>
      <w:b/>
      <w:caps/>
      <w:snapToGrid w:val="0"/>
      <w:sz w:val="28"/>
      <w:u w:val="single" w:color="333399"/>
    </w:rPr>
  </w:style>
  <w:style w:type="paragraph" w:styleId="Nadpis3">
    <w:name w:val="heading 3"/>
    <w:basedOn w:val="Normln"/>
    <w:next w:val="Normln"/>
    <w:autoRedefine/>
    <w:qFormat/>
    <w:pPr>
      <w:keepNext/>
      <w:spacing w:before="180"/>
      <w:ind w:firstLine="720"/>
      <w:jc w:val="both"/>
      <w:outlineLvl w:val="2"/>
    </w:pPr>
    <w:rPr>
      <w:rFonts w:ascii="Arial" w:hAnsi="Arial" w:cs="Arial"/>
      <w:snapToGrid w:val="0"/>
      <w:sz w:val="24"/>
    </w:rPr>
  </w:style>
  <w:style w:type="paragraph" w:styleId="Nadpis4">
    <w:name w:val="heading 4"/>
    <w:basedOn w:val="Normln"/>
    <w:next w:val="Normln"/>
    <w:autoRedefine/>
    <w:qFormat/>
    <w:pPr>
      <w:keepNext/>
      <w:numPr>
        <w:ilvl w:val="3"/>
        <w:numId w:val="1"/>
      </w:numPr>
      <w:spacing w:before="120"/>
      <w:outlineLvl w:val="3"/>
    </w:pPr>
    <w:rPr>
      <w:rFonts w:ascii="Arial" w:hAnsi="Arial"/>
      <w:i/>
      <w:snapToGrid w:val="0"/>
      <w:color w:val="333399"/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spacing w:before="12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spacing w:before="120"/>
      <w:outlineLvl w:val="6"/>
    </w:pPr>
    <w:rPr>
      <w:rFonts w:ascii="Arial" w:hAnsi="Arial"/>
      <w:snapToGrid w:val="0"/>
      <w:sz w:val="28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1"/>
      </w:numPr>
      <w:outlineLvl w:val="7"/>
    </w:pPr>
    <w:rPr>
      <w:rFonts w:ascii="Arial" w:hAnsi="Arial" w:cs="Arial"/>
      <w:color w:val="333399"/>
      <w:sz w:val="28"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1"/>
      </w:numPr>
      <w:outlineLvl w:val="8"/>
    </w:pPr>
    <w:rPr>
      <w:rFonts w:ascii="Arial" w:hAnsi="Arial" w:cs="Arial"/>
      <w:b/>
      <w:bCs/>
      <w:color w:val="333399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Podtitul1">
    <w:name w:val="Podtitul1"/>
    <w:basedOn w:val="Normln"/>
    <w:qFormat/>
    <w:rPr>
      <w:b/>
      <w:sz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kladntext">
    <w:name w:val="Body Text"/>
    <w:basedOn w:val="Normln"/>
    <w:rPr>
      <w:b/>
      <w:sz w:val="28"/>
      <w:u w:val="single"/>
    </w:r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</w:rPr>
  </w:style>
  <w:style w:type="paragraph" w:styleId="Zkladntext2">
    <w:name w:val="Body Text 2"/>
    <w:basedOn w:val="Normln"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pPr>
      <w:spacing w:before="120"/>
      <w:ind w:left="1440"/>
    </w:pPr>
    <w:rPr>
      <w:i/>
      <w:snapToGrid w:val="0"/>
      <w:sz w:val="24"/>
    </w:rPr>
  </w:style>
  <w:style w:type="paragraph" w:styleId="Zkladntextodsazen2">
    <w:name w:val="Body Text Indent 2"/>
    <w:basedOn w:val="Normln"/>
    <w:pPr>
      <w:spacing w:before="120"/>
      <w:ind w:left="1440"/>
    </w:pPr>
    <w:rPr>
      <w:snapToGrid w:val="0"/>
      <w:sz w:val="24"/>
    </w:rPr>
  </w:style>
  <w:style w:type="paragraph" w:styleId="Zkladntextodsazen3">
    <w:name w:val="Body Text Indent 3"/>
    <w:basedOn w:val="Normln"/>
    <w:pPr>
      <w:spacing w:before="120"/>
      <w:ind w:left="1080"/>
      <w:jc w:val="both"/>
    </w:pPr>
    <w:rPr>
      <w:rFonts w:ascii="Arial" w:hAnsi="Arial"/>
      <w:snapToGrid w:val="0"/>
      <w:sz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Courier New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semiHidden/>
    <w:rsid w:val="000A6A08"/>
    <w:pPr>
      <w:numPr>
        <w:ilvl w:val="2"/>
        <w:numId w:val="3"/>
      </w:numPr>
      <w:tabs>
        <w:tab w:val="clear" w:pos="1083"/>
      </w:tabs>
      <w:ind w:left="1276" w:hanging="850"/>
      <w:jc w:val="both"/>
    </w:pPr>
    <w:rPr>
      <w:rFonts w:ascii="Arial" w:eastAsia="MS Mincho" w:hAnsi="Arial" w:cs="Arial"/>
      <w:snapToGrid w:val="0"/>
      <w:sz w:val="24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smallCaps/>
      <w:szCs w:val="24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i/>
      <w:iCs/>
      <w:szCs w:val="24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szCs w:val="21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szCs w:val="21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szCs w:val="21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szCs w:val="21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szCs w:val="21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szCs w:val="21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pPr>
      <w:spacing w:before="120"/>
    </w:pPr>
    <w:rPr>
      <w:rFonts w:ascii="Arial" w:hAnsi="Arial"/>
      <w:b/>
      <w:sz w:val="28"/>
    </w:rPr>
  </w:style>
  <w:style w:type="paragraph" w:customStyle="1" w:styleId="Bintext">
    <w:name w:val="Biný text"/>
    <w:basedOn w:val="Normln"/>
    <w:pPr>
      <w:spacing w:before="60" w:after="60"/>
      <w:ind w:firstLine="851"/>
      <w:jc w:val="both"/>
    </w:pPr>
    <w:rPr>
      <w:rFonts w:ascii="Arial" w:hAnsi="Arial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naka">
    <w:name w:val="Značka"/>
    <w:pPr>
      <w:widowControl w:val="0"/>
      <w:autoSpaceDE w:val="0"/>
      <w:autoSpaceDN w:val="0"/>
      <w:adjustRightInd w:val="0"/>
      <w:ind w:left="578"/>
      <w:jc w:val="both"/>
    </w:pPr>
    <w:rPr>
      <w:color w:val="000000"/>
      <w:sz w:val="24"/>
      <w:szCs w:val="24"/>
    </w:rPr>
  </w:style>
  <w:style w:type="paragraph" w:customStyle="1" w:styleId="Normln0">
    <w:name w:val="Normální~"/>
    <w:basedOn w:val="Normln"/>
    <w:pPr>
      <w:widowControl w:val="0"/>
    </w:pPr>
    <w:rPr>
      <w:noProof/>
      <w:sz w:val="24"/>
    </w:rPr>
  </w:style>
  <w:style w:type="paragraph" w:customStyle="1" w:styleId="Textodstavce">
    <w:name w:val="Text odstavce"/>
    <w:basedOn w:val="Normln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pPr>
      <w:numPr>
        <w:ilvl w:val="8"/>
        <w:numId w:val="2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pPr>
      <w:numPr>
        <w:ilvl w:val="7"/>
        <w:numId w:val="2"/>
      </w:numPr>
      <w:jc w:val="both"/>
      <w:outlineLvl w:val="7"/>
    </w:pPr>
    <w:rPr>
      <w:sz w:val="24"/>
    </w:rPr>
  </w:style>
  <w:style w:type="paragraph" w:styleId="Textpoznpodarou">
    <w:name w:val="footnote text"/>
    <w:basedOn w:val="Normln"/>
    <w:semiHidden/>
    <w:pPr>
      <w:tabs>
        <w:tab w:val="left" w:pos="425"/>
      </w:tabs>
      <w:ind w:left="425" w:hanging="425"/>
      <w:jc w:val="both"/>
    </w:pPr>
  </w:style>
  <w:style w:type="character" w:styleId="Znakapoznpodarou">
    <w:name w:val="footnote reference"/>
    <w:semiHidden/>
    <w:rPr>
      <w:vertAlign w:val="superscript"/>
    </w:rPr>
  </w:style>
  <w:style w:type="paragraph" w:customStyle="1" w:styleId="Textparagrafu">
    <w:name w:val="Text paragrafu"/>
    <w:basedOn w:val="Normln"/>
    <w:pPr>
      <w:spacing w:before="240"/>
      <w:ind w:firstLine="425"/>
      <w:jc w:val="both"/>
      <w:outlineLvl w:val="5"/>
    </w:pPr>
    <w:rPr>
      <w:sz w:val="24"/>
    </w:rPr>
  </w:style>
  <w:style w:type="paragraph" w:styleId="Textkomente">
    <w:name w:val="annotation text"/>
    <w:basedOn w:val="Normln"/>
    <w:semiHidden/>
  </w:style>
  <w:style w:type="paragraph" w:styleId="Textvbloku">
    <w:name w:val="Block Text"/>
    <w:basedOn w:val="Normln"/>
    <w:pPr>
      <w:tabs>
        <w:tab w:val="num" w:pos="530"/>
      </w:tabs>
      <w:ind w:left="530" w:right="110"/>
      <w:jc w:val="both"/>
    </w:pPr>
    <w:rPr>
      <w:rFonts w:ascii="Arial" w:hAnsi="Arial" w:cs="Arial"/>
    </w:rPr>
  </w:style>
  <w:style w:type="paragraph" w:styleId="Titulek">
    <w:name w:val="caption"/>
    <w:basedOn w:val="Normln"/>
    <w:next w:val="Normln"/>
    <w:qFormat/>
    <w:rPr>
      <w:rFonts w:ascii="Arial" w:hAnsi="Arial" w:cs="Arial"/>
      <w:b/>
      <w:bCs/>
      <w:i/>
      <w:iCs/>
      <w:sz w:val="24"/>
      <w:u w:val="single"/>
    </w:rPr>
  </w:style>
  <w:style w:type="paragraph" w:customStyle="1" w:styleId="bullet-3TimesNewRoman">
    <w:name w:val="bullet-3 + Times New Roman"/>
    <w:aliases w:val="Vlevo:  0 cm,První řádek:  0 cm,Před:  6 b.,Ro..."/>
    <w:basedOn w:val="Normln"/>
    <w:pPr>
      <w:tabs>
        <w:tab w:val="left" w:pos="426"/>
        <w:tab w:val="left" w:pos="993"/>
      </w:tabs>
      <w:spacing w:before="120"/>
      <w:jc w:val="both"/>
    </w:pPr>
    <w:rPr>
      <w:snapToGrid w:val="0"/>
      <w:spacing w:val="6"/>
      <w:sz w:val="24"/>
      <w:szCs w:val="24"/>
      <w:lang w:eastAsia="en-US"/>
    </w:rPr>
  </w:style>
  <w:style w:type="character" w:styleId="Siln">
    <w:name w:val="Strong"/>
    <w:qFormat/>
    <w:rPr>
      <w:b/>
      <w:bCs/>
    </w:rPr>
  </w:style>
  <w:style w:type="paragraph" w:customStyle="1" w:styleId="CharChar2CharCharCharCharChar">
    <w:name w:val="Char Char2 Char Char Char Char Char"/>
    <w:basedOn w:val="Normln"/>
    <w:rsid w:val="007935CD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character" w:styleId="Zstupntext">
    <w:name w:val="Placeholder Text"/>
    <w:basedOn w:val="Standardnpsmoodstavce"/>
    <w:uiPriority w:val="99"/>
    <w:semiHidden/>
    <w:rsid w:val="00D146A3"/>
    <w:rPr>
      <w:color w:val="808080"/>
    </w:rPr>
  </w:style>
  <w:style w:type="paragraph" w:styleId="Textbubliny">
    <w:name w:val="Balloon Text"/>
    <w:basedOn w:val="Normln"/>
    <w:link w:val="TextbublinyChar"/>
    <w:rsid w:val="00DD56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DD56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77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Souteze\zad&#225;vac&#237;%20dokumentace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E08D4-437F-4794-ACED-C925B8E4E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dokumentace.dot</Template>
  <TotalTime>1</TotalTime>
  <Pages>3</Pages>
  <Words>274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^TVeřejná zakázka :^t Kompletní dodávka stavby</vt:lpstr>
    </vt:vector>
  </TitlesOfParts>
  <Company>RTS spol. s r.o.</Company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^TVeřejná zakázka :^t Kompletní dodávka stavby</dc:title>
  <dc:subject/>
  <dc:creator>RTS, a.s.</dc:creator>
  <cp:keywords/>
  <dc:description/>
  <cp:lastModifiedBy>Mahrová Radka, Ing.</cp:lastModifiedBy>
  <cp:revision>3</cp:revision>
  <cp:lastPrinted>2010-09-13T12:56:00Z</cp:lastPrinted>
  <dcterms:created xsi:type="dcterms:W3CDTF">2025-01-23T10:00:00Z</dcterms:created>
  <dcterms:modified xsi:type="dcterms:W3CDTF">2025-01-23T10:01:00Z</dcterms:modified>
</cp:coreProperties>
</file>